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8" w:rsidRDefault="00526FF2">
      <w:pPr>
        <w:rPr>
          <w:rFonts w:asciiTheme="majorHAnsi" w:hAnsiTheme="majorHAnsi"/>
          <w:sz w:val="28"/>
          <w:szCs w:val="28"/>
        </w:rPr>
      </w:pPr>
      <w:bookmarkStart w:id="0" w:name="_GoBack"/>
      <w:bookmarkEnd w:id="0"/>
      <w:r>
        <w:rPr>
          <w:rFonts w:asciiTheme="majorHAnsi" w:hAnsiTheme="majorHAnsi"/>
          <w:sz w:val="28"/>
          <w:szCs w:val="28"/>
        </w:rPr>
        <w:t>Name_________________________________</w:t>
      </w:r>
    </w:p>
    <w:p w:rsidR="00526FF2" w:rsidRDefault="00526FF2" w:rsidP="00526FF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Relating Fractions and Decimals</w:t>
      </w:r>
    </w:p>
    <w:tbl>
      <w:tblPr>
        <w:tblStyle w:val="TableGrid"/>
        <w:tblpPr w:leftFromText="180" w:rightFromText="180" w:vertAnchor="text" w:tblpY="28"/>
        <w:tblOverlap w:val="never"/>
        <w:tblW w:w="0" w:type="auto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 </w:t>
            </w: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55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2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EE62CC">
        <w:trPr>
          <w:trHeight w:val="169"/>
        </w:trPr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EE62C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526FF2" w:rsidRDefault="00526FF2" w:rsidP="002F6C80">
      <w:pPr>
        <w:ind w:right="-18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</w:t>
      </w:r>
      <w:r w:rsidR="002F6C80">
        <w:rPr>
          <w:rFonts w:asciiTheme="majorHAnsi" w:hAnsiTheme="majorHAnsi"/>
          <w:sz w:val="28"/>
          <w:szCs w:val="28"/>
        </w:rPr>
        <w:t xml:space="preserve">                       Fraction    Decimal       </w:t>
      </w:r>
      <w:r>
        <w:rPr>
          <w:rFonts w:asciiTheme="majorHAnsi" w:hAnsiTheme="majorHAnsi"/>
          <w:sz w:val="28"/>
          <w:szCs w:val="28"/>
        </w:rPr>
        <w:t>Word Form</w:t>
      </w:r>
    </w:p>
    <w:tbl>
      <w:tblPr>
        <w:tblpPr w:leftFromText="180" w:rightFromText="180" w:vertAnchor="text" w:horzAnchor="margin" w:tblpXSpec="right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350"/>
        <w:gridCol w:w="1903"/>
      </w:tblGrid>
      <w:tr w:rsidR="002F6C80" w:rsidTr="002F6C80">
        <w:trPr>
          <w:trHeight w:val="1671"/>
        </w:trPr>
        <w:tc>
          <w:tcPr>
            <w:tcW w:w="1188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903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526FF2" w:rsidRDefault="00526FF2" w:rsidP="00526FF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55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9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2F6C80" w:rsidRDefault="002F6C80" w:rsidP="00526FF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Fraction     Decimal</w:t>
      </w:r>
      <w:r>
        <w:rPr>
          <w:rFonts w:asciiTheme="majorHAnsi" w:hAnsiTheme="majorHAnsi"/>
          <w:sz w:val="28"/>
          <w:szCs w:val="28"/>
        </w:rPr>
        <w:tab/>
        <w:t>Word Form</w:t>
      </w:r>
    </w:p>
    <w:tbl>
      <w:tblPr>
        <w:tblpPr w:leftFromText="180" w:rightFromText="180" w:vertAnchor="text" w:horzAnchor="margin" w:tblpXSpec="right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350"/>
        <w:gridCol w:w="1903"/>
      </w:tblGrid>
      <w:tr w:rsidR="002F6C80" w:rsidTr="002F6C80">
        <w:trPr>
          <w:trHeight w:val="1671"/>
        </w:trPr>
        <w:tc>
          <w:tcPr>
            <w:tcW w:w="1188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903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2F6C80" w:rsidRDefault="002F6C80" w:rsidP="00526FF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</w:t>
      </w:r>
    </w:p>
    <w:p w:rsidR="00526FF2" w:rsidRDefault="002F6C80" w:rsidP="00526FF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55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2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26FF2" w:rsidTr="002F6C80">
        <w:trPr>
          <w:trHeight w:val="169"/>
        </w:trPr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8" w:type="dxa"/>
          </w:tcPr>
          <w:p w:rsidR="00526FF2" w:rsidRDefault="00526FF2" w:rsidP="002F6C8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2F6C80" w:rsidRDefault="002F6C80" w:rsidP="00526FF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</w:t>
      </w:r>
      <w:r>
        <w:rPr>
          <w:rFonts w:asciiTheme="majorHAnsi" w:hAnsiTheme="majorHAnsi"/>
          <w:sz w:val="28"/>
          <w:szCs w:val="28"/>
        </w:rPr>
        <w:tab/>
        <w:t>Fraction</w:t>
      </w:r>
      <w:r>
        <w:rPr>
          <w:rFonts w:asciiTheme="majorHAnsi" w:hAnsiTheme="majorHAnsi"/>
          <w:sz w:val="28"/>
          <w:szCs w:val="28"/>
        </w:rPr>
        <w:tab/>
        <w:t>Decimal</w:t>
      </w:r>
      <w:r>
        <w:rPr>
          <w:rFonts w:asciiTheme="majorHAnsi" w:hAnsiTheme="majorHAnsi"/>
          <w:sz w:val="28"/>
          <w:szCs w:val="28"/>
        </w:rPr>
        <w:tab/>
        <w:t>Word Form</w:t>
      </w:r>
    </w:p>
    <w:tbl>
      <w:tblPr>
        <w:tblpPr w:leftFromText="180" w:rightFromText="180" w:vertAnchor="text" w:horzAnchor="margin" w:tblpXSpec="right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350"/>
        <w:gridCol w:w="1903"/>
      </w:tblGrid>
      <w:tr w:rsidR="002F6C80" w:rsidTr="002F6C80">
        <w:trPr>
          <w:trHeight w:val="1671"/>
        </w:trPr>
        <w:tc>
          <w:tcPr>
            <w:tcW w:w="1188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903" w:type="dxa"/>
          </w:tcPr>
          <w:p w:rsidR="002F6C80" w:rsidRDefault="002F6C80" w:rsidP="002F6C80">
            <w:pPr>
              <w:ind w:left="1890" w:hanging="189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2F6C80" w:rsidRPr="00526FF2" w:rsidRDefault="002F6C80" w:rsidP="00526FF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</w:p>
    <w:p w:rsidR="00526FF2" w:rsidRPr="00526FF2" w:rsidRDefault="00526FF2" w:rsidP="00526FF2">
      <w:pPr>
        <w:rPr>
          <w:rFonts w:asciiTheme="majorHAnsi" w:hAnsiTheme="majorHAnsi"/>
          <w:sz w:val="28"/>
          <w:szCs w:val="28"/>
        </w:rPr>
      </w:pPr>
    </w:p>
    <w:sectPr w:rsidR="00526FF2" w:rsidRPr="00526FF2" w:rsidSect="00155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F2"/>
    <w:rsid w:val="00155648"/>
    <w:rsid w:val="002F6C80"/>
    <w:rsid w:val="00526FF2"/>
    <w:rsid w:val="009B5E9C"/>
    <w:rsid w:val="00EE62CC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F8526265.dotm</Template>
  <TotalTime>0</TotalTime>
  <Pages>1</Pages>
  <Words>92</Words>
  <Characters>531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UUSD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jennifer_morris</dc:creator>
  <cp:lastModifiedBy>Vicky Kukuruda</cp:lastModifiedBy>
  <cp:revision>2</cp:revision>
  <dcterms:created xsi:type="dcterms:W3CDTF">2016-02-27T03:47:00Z</dcterms:created>
  <dcterms:modified xsi:type="dcterms:W3CDTF">2016-02-27T03:47:00Z</dcterms:modified>
</cp:coreProperties>
</file>